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0AAF08" w14:textId="77777777" w:rsidR="00294143" w:rsidRPr="00A42BF6" w:rsidRDefault="00497D0E" w:rsidP="00294143">
      <w:pPr>
        <w:pStyle w:val="aspose-heading"/>
        <w:pBdr>
          <w:top w:val="single" w:sz="8" w:space="1" w:color="D9D9D9"/>
          <w:left w:val="single" w:sz="8" w:space="4" w:color="D9D9D9"/>
          <w:bottom w:val="single" w:sz="8" w:space="1" w:color="D9D9D9"/>
          <w:right w:val="single" w:sz="8" w:space="4" w:color="D9D9D9"/>
        </w:pBdr>
        <w:shd w:val="clear" w:color="auto" w:fill="95B3D7"/>
        <w:ind w:left="-720" w:right="-720"/>
      </w:pPr>
      <w:r w:rsidRPr="00A42BF6">
        <w:t>Northwind Employees</w:t>
      </w:r>
    </w:p>
    <w:p w14:paraId="7AE9B732" w14:textId="77777777" w:rsidR="00BA18F5" w:rsidRDefault="00BA18F5" w:rsidP="00BA18F5"/>
    <w:tbl>
      <w:tblPr>
        <w:tblW w:w="8748" w:type="dxa"/>
        <w:tblBorders>
          <w:top w:val="single" w:sz="8" w:space="0" w:color="808080"/>
          <w:left w:val="single" w:sz="8" w:space="0" w:color="808080"/>
          <w:bottom w:val="single" w:sz="8" w:space="0" w:color="808080"/>
          <w:right w:val="single" w:sz="8" w:space="0" w:color="808080"/>
          <w:insideH w:val="single" w:sz="8" w:space="0" w:color="808080"/>
          <w:insideV w:val="single" w:sz="8" w:space="0" w:color="808080"/>
        </w:tblBorders>
        <w:tblLayout w:type="fixed"/>
        <w:tblCellMar>
          <w:top w:w="144" w:type="dxa"/>
          <w:left w:w="115" w:type="dxa"/>
          <w:right w:w="115" w:type="dxa"/>
        </w:tblCellMar>
        <w:tblLook w:val="01A0" w:firstRow="1" w:lastRow="0" w:firstColumn="1" w:lastColumn="1" w:noHBand="0" w:noVBand="0"/>
      </w:tblPr>
      <w:tblGrid>
        <w:gridCol w:w="4374"/>
        <w:gridCol w:w="4374"/>
      </w:tblGrid>
      <w:tr w:rsidR="00CA7981" w14:paraId="684881BD" w14:textId="77777777" w:rsidTr="009B79D2">
        <w:trPr>
          <w:trHeight w:val="20"/>
        </w:trPr>
        <w:tc>
          <w:tcPr>
            <w:tcW w:w="4374" w:type="dxa"/>
            <w:tcBorders>
              <w:bottom w:val="single" w:sz="8" w:space="0" w:color="808080"/>
            </w:tcBorders>
            <w:shd w:val="solid" w:color="86B4CF" w:fill="FFFFFF"/>
            <w:tcMar>
              <w:top w:w="0" w:type="dxa"/>
            </w:tcMar>
            <w:vAlign w:val="bottom"/>
          </w:tcPr>
          <w:p w14:paraId="7325EB94" w14:textId="77777777" w:rsidR="00BA18F5" w:rsidRPr="00A42BF6" w:rsidRDefault="00497D0E" w:rsidP="00B6214E">
            <w:pPr>
              <w:spacing w:before="120" w:after="60"/>
              <w:rPr>
                <w:rFonts w:ascii="Arial" w:hAnsi="Arial" w:cs="Arial"/>
                <w:b/>
                <w:color w:val="FFFFFF"/>
                <w:sz w:val="30"/>
                <w:szCs w:val="20"/>
                <w:vertAlign w:val="subscript"/>
              </w:rPr>
            </w:pPr>
            <w:r w:rsidRPr="00A42BF6">
              <w:rPr>
                <w:rFonts w:ascii="Arial" w:hAnsi="Arial" w:cs="Arial"/>
                <w:b/>
                <w:color w:val="FFFFFF"/>
                <w:sz w:val="30"/>
                <w:szCs w:val="20"/>
                <w:vertAlign w:val="subscript"/>
              </w:rPr>
              <w:t>Employee Details</w:t>
            </w:r>
          </w:p>
        </w:tc>
        <w:tc>
          <w:tcPr>
            <w:tcW w:w="4374" w:type="dxa"/>
            <w:tcBorders>
              <w:bottom w:val="single" w:sz="8" w:space="0" w:color="808080"/>
            </w:tcBorders>
            <w:shd w:val="solid" w:color="86B4CF" w:fill="FFFFFF"/>
            <w:tcMar>
              <w:top w:w="0" w:type="dxa"/>
            </w:tcMar>
            <w:vAlign w:val="bottom"/>
          </w:tcPr>
          <w:p w14:paraId="10CB74B2" w14:textId="77777777" w:rsidR="00BA18F5" w:rsidRPr="003E12A4" w:rsidRDefault="00497D0E" w:rsidP="00B6214E">
            <w:pPr>
              <w:spacing w:before="120" w:after="60"/>
              <w:rPr>
                <w:rFonts w:ascii="Arial" w:hAnsi="Arial" w:cs="Arial"/>
                <w:b/>
                <w:color w:val="FFFFFF"/>
                <w:sz w:val="30"/>
                <w:szCs w:val="20"/>
                <w:vertAlign w:val="subscript"/>
              </w:rPr>
            </w:pPr>
            <w:r w:rsidRPr="003E12A4">
              <w:rPr>
                <w:rFonts w:ascii="Arial" w:hAnsi="Arial" w:cs="Arial"/>
                <w:b/>
                <w:color w:val="FFFFFF"/>
                <w:sz w:val="30"/>
                <w:szCs w:val="20"/>
                <w:vertAlign w:val="subscript"/>
              </w:rPr>
              <w:t>Photo</w:t>
            </w:r>
          </w:p>
        </w:tc>
      </w:tr>
      <w:tr w:rsidR="00CA7981" w14:paraId="1317C049" w14:textId="77777777" w:rsidTr="00282693">
        <w:tc>
          <w:tcPr>
            <w:tcW w:w="4374" w:type="dxa"/>
            <w:shd w:val="clear" w:color="auto" w:fill="FBFCFF"/>
          </w:tcPr>
          <w:p w14:paraId="40A62EE4" w14:textId="77777777" w:rsidR="00A044A8" w:rsidRPr="003E12A4" w:rsidRDefault="001D5B22" w:rsidP="00A044A8">
            <w:pPr>
              <w:spacing w:after="0"/>
            </w:pPr>
            <w:r>
              <w:fldChar w:fldCharType="begin"/>
            </w:r>
            <w:r>
              <w:instrText xml:space="preserve"> MERGEFIELD  TableStart:Employees  \* MERGEFORMAT </w:instrText>
            </w:r>
            <w:r>
              <w:fldChar w:fldCharType="separate"/>
            </w:r>
            <w:r w:rsidR="00497D0E" w:rsidRPr="003E12A4">
              <w:rPr>
                <w:noProof/>
              </w:rPr>
              <w:t>«TableStart:Employees»</w:t>
            </w:r>
            <w:r>
              <w:rPr>
                <w:noProof/>
              </w:rPr>
              <w:fldChar w:fldCharType="end"/>
            </w:r>
            <w:r w:rsidR="00BA18F5" w:rsidRPr="003E12A4">
              <w:t xml:space="preserve">First Name: </w:t>
            </w:r>
            <w:r>
              <w:fldChar w:fldCharType="begin"/>
            </w:r>
            <w:r>
              <w:instrText xml:space="preserve"> MERGEFIELD  FirstName  \* MERGEFORMAT </w:instrText>
            </w:r>
            <w:r>
              <w:fldChar w:fldCharType="separate"/>
            </w:r>
            <w:r w:rsidR="00497D0E" w:rsidRPr="003E12A4">
              <w:rPr>
                <w:noProof/>
              </w:rPr>
              <w:t>«FirstName»</w:t>
            </w:r>
            <w:r>
              <w:rPr>
                <w:noProof/>
              </w:rPr>
              <w:fldChar w:fldCharType="end"/>
            </w:r>
          </w:p>
          <w:p w14:paraId="7831FD1A" w14:textId="7E6013C3" w:rsidR="00456B6A" w:rsidRDefault="00497D0E" w:rsidP="00A044A8">
            <w:pPr>
              <w:spacing w:after="0"/>
            </w:pPr>
            <w:r w:rsidRPr="003E12A4">
              <w:t xml:space="preserve">Last Name: </w:t>
            </w:r>
            <w:r w:rsidR="001D5B22">
              <w:fldChar w:fldCharType="begin"/>
            </w:r>
            <w:r w:rsidR="001D5B22">
              <w:instrText xml:space="preserve"> MERGEFIELD  LastName  \* MERGEFORMAT </w:instrText>
            </w:r>
            <w:r w:rsidR="001D5B22">
              <w:fldChar w:fldCharType="separate"/>
            </w:r>
            <w:r w:rsidR="00A044A8" w:rsidRPr="003E12A4">
              <w:rPr>
                <w:noProof/>
              </w:rPr>
              <w:t>«LastName»</w:t>
            </w:r>
            <w:r w:rsidR="001D5B22">
              <w:rPr>
                <w:noProof/>
              </w:rPr>
              <w:fldChar w:fldCharType="end"/>
            </w:r>
            <w:r w:rsidRPr="003E12A4">
              <w:rPr>
                <w:noProof/>
              </w:rPr>
              <w:br/>
            </w:r>
            <w:r w:rsidRPr="003E12A4">
              <w:t xml:space="preserve">Title: </w:t>
            </w:r>
            <w:r w:rsidR="001D5B22">
              <w:fldChar w:fldCharType="begin"/>
            </w:r>
            <w:r w:rsidR="001D5B22">
              <w:instrText xml:space="preserve"> MERGEFIELD  Title  \* MERGEFORMAT </w:instrText>
            </w:r>
            <w:r w:rsidR="001D5B22">
              <w:fldChar w:fldCharType="separate"/>
            </w:r>
            <w:r w:rsidR="00A044A8" w:rsidRPr="003E12A4">
              <w:rPr>
                <w:noProof/>
              </w:rPr>
              <w:t>«Title»</w:t>
            </w:r>
            <w:r w:rsidR="001D5B22">
              <w:rPr>
                <w:noProof/>
              </w:rPr>
              <w:fldChar w:fldCharType="end"/>
            </w:r>
            <w:r w:rsidRPr="003E12A4">
              <w:rPr>
                <w:noProof/>
              </w:rPr>
              <w:br/>
            </w:r>
            <w:r w:rsidRPr="003E12A4">
              <w:t xml:space="preserve">Address: </w:t>
            </w:r>
            <w:r w:rsidR="001D5B22">
              <w:fldChar w:fldCharType="begin"/>
            </w:r>
            <w:r w:rsidR="001D5B22">
              <w:instrText xml:space="preserve"> MERGEFIELD  Address  \* MERGEFORMAT </w:instrText>
            </w:r>
            <w:r w:rsidR="001D5B22">
              <w:fldChar w:fldCharType="separate"/>
            </w:r>
            <w:r w:rsidR="00A044A8" w:rsidRPr="003E12A4">
              <w:rPr>
                <w:noProof/>
              </w:rPr>
              <w:t>«Address»</w:t>
            </w:r>
            <w:r w:rsidR="001D5B22">
              <w:rPr>
                <w:noProof/>
              </w:rPr>
              <w:fldChar w:fldCharType="end"/>
            </w:r>
            <w:r w:rsidRPr="003E12A4">
              <w:rPr>
                <w:noProof/>
              </w:rPr>
              <w:br/>
            </w:r>
            <w:r w:rsidRPr="003E12A4">
              <w:t xml:space="preserve">City: </w:t>
            </w:r>
            <w:r w:rsidR="001D5B22">
              <w:fldChar w:fldCharType="begin"/>
            </w:r>
            <w:r w:rsidR="001D5B22">
              <w:instrText xml:space="preserve"> MERGEFIELD  City  \* MERGEFORMAT </w:instrText>
            </w:r>
            <w:r w:rsidR="001D5B22">
              <w:fldChar w:fldCharType="separate"/>
            </w:r>
            <w:r w:rsidR="00A044A8" w:rsidRPr="003E12A4">
              <w:rPr>
                <w:noProof/>
              </w:rPr>
              <w:t>«City»</w:t>
            </w:r>
            <w:r w:rsidR="001D5B22">
              <w:rPr>
                <w:noProof/>
              </w:rPr>
              <w:fldChar w:fldCharType="end"/>
            </w:r>
            <w:r w:rsidRPr="003E12A4">
              <w:rPr>
                <w:noProof/>
              </w:rPr>
              <w:br/>
            </w:r>
            <w:r w:rsidRPr="003E12A4">
              <w:t xml:space="preserve">Region: </w:t>
            </w:r>
            <w:r w:rsidR="00456B6A">
              <w:fldChar w:fldCharType="begin"/>
            </w:r>
            <w:r w:rsidR="00456B6A">
              <w:instrText xml:space="preserve"> MERGEFIELD  </w:instrText>
            </w:r>
            <w:r w:rsidR="00456B6A">
              <w:instrText>Region</w:instrText>
            </w:r>
            <w:r w:rsidR="00456B6A">
              <w:instrText xml:space="preserve">  \* MERGEFORMAT </w:instrText>
            </w:r>
            <w:r w:rsidR="00456B6A">
              <w:fldChar w:fldCharType="separate"/>
            </w:r>
            <w:r w:rsidR="00456B6A">
              <w:rPr>
                <w:noProof/>
              </w:rPr>
              <w:t>«Region»</w:t>
            </w:r>
            <w:r w:rsidR="00456B6A">
              <w:rPr>
                <w:noProof/>
              </w:rPr>
              <w:fldChar w:fldCharType="end"/>
            </w:r>
          </w:p>
          <w:p w14:paraId="4261A4A3" w14:textId="3EEF2A2E" w:rsidR="00BA18F5" w:rsidRPr="003E12A4" w:rsidRDefault="00497D0E" w:rsidP="00A044A8">
            <w:pPr>
              <w:spacing w:after="0"/>
            </w:pPr>
            <w:r w:rsidRPr="003E12A4">
              <w:t xml:space="preserve">Country: </w:t>
            </w:r>
            <w:r w:rsidR="001D5B22">
              <w:fldChar w:fldCharType="begin"/>
            </w:r>
            <w:r w:rsidR="001D5B22">
              <w:instrText xml:space="preserve"> MERGEFIELD  Country  \* MERGEFORMAT </w:instrText>
            </w:r>
            <w:r w:rsidR="001D5B22">
              <w:fldChar w:fldCharType="separate"/>
            </w:r>
            <w:r w:rsidR="00A044A8" w:rsidRPr="003E12A4">
              <w:rPr>
                <w:noProof/>
              </w:rPr>
              <w:t>«Country»</w:t>
            </w:r>
            <w:r w:rsidR="001D5B22">
              <w:rPr>
                <w:noProof/>
              </w:rPr>
              <w:fldChar w:fldCharType="end"/>
            </w:r>
          </w:p>
        </w:tc>
        <w:tc>
          <w:tcPr>
            <w:tcW w:w="4374" w:type="dxa"/>
            <w:shd w:val="clear" w:color="auto" w:fill="FBFCFF"/>
          </w:tcPr>
          <w:p w14:paraId="36F5E9D1" w14:textId="77777777" w:rsidR="00BA18F5" w:rsidRPr="003E12A4" w:rsidRDefault="001D5B22" w:rsidP="007F68C6">
            <w:pPr>
              <w:jc w:val="center"/>
            </w:pPr>
            <w:r>
              <w:fldChar w:fldCharType="begin"/>
            </w:r>
            <w:r>
              <w:instrText xml:space="preserve"> MERGEFIELD  Image:PhotoBLOB  \* MERGEFORMAT </w:instrText>
            </w:r>
            <w:r>
              <w:fldChar w:fldCharType="separate"/>
            </w:r>
            <w:r w:rsidR="00A044A8" w:rsidRPr="003E12A4">
              <w:rPr>
                <w:noProof/>
              </w:rPr>
              <w:t>«Image:PhotoBLOB»</w:t>
            </w:r>
            <w:r>
              <w:rPr>
                <w:noProof/>
              </w:rPr>
              <w:fldChar w:fldCharType="end"/>
            </w:r>
            <w:r>
              <w:fldChar w:fldCharType="begin"/>
            </w:r>
            <w:r>
              <w:instrText xml:space="preserve"> MERGEFIELD  TableEnd:Employees  \* MERGEFORMAT </w:instrText>
            </w:r>
            <w:r>
              <w:fldChar w:fldCharType="separate"/>
            </w:r>
            <w:r w:rsidR="00A044A8" w:rsidRPr="003E12A4">
              <w:rPr>
                <w:noProof/>
              </w:rPr>
              <w:t>«TableEnd:Employees»</w:t>
            </w:r>
            <w:r>
              <w:rPr>
                <w:noProof/>
              </w:rPr>
              <w:fldChar w:fldCharType="end"/>
            </w:r>
          </w:p>
        </w:tc>
      </w:tr>
    </w:tbl>
    <w:p w14:paraId="11385D54" w14:textId="77777777" w:rsidR="00E46E93" w:rsidRDefault="00E46E93" w:rsidP="00BA18F5"/>
    <w:p w14:paraId="3A612AD2" w14:textId="77777777" w:rsidR="007D5EFC" w:rsidRPr="007D5EFC" w:rsidRDefault="00497D0E" w:rsidP="00BA18F5">
      <w:pPr>
        <w:rPr>
          <w:rFonts w:ascii="Arial" w:hAnsi="Arial" w:cs="Arial"/>
        </w:rPr>
      </w:pPr>
      <w:r>
        <w:br/>
      </w:r>
    </w:p>
    <w:p w14:paraId="3CB482D2" w14:textId="77777777" w:rsidR="005B715F" w:rsidRDefault="005B715F">
      <w:pPr>
        <w:rPr>
          <w:rFonts w:ascii="Arial" w:hAnsi="Arial" w:cs="Arial"/>
        </w:rPr>
      </w:pPr>
    </w:p>
    <w:sectPr w:rsidR="005B715F" w:rsidSect="00BA18F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797" w:bottom="1440" w:left="1797" w:header="709" w:footer="709" w:gutter="0"/>
      <w:pgBorders w:offsetFrom="page">
        <w:top w:val="single" w:sz="8" w:space="24" w:color="D9D9D9"/>
        <w:left w:val="single" w:sz="8" w:space="24" w:color="D9D9D9"/>
        <w:bottom w:val="single" w:sz="8" w:space="24" w:color="D9D9D9"/>
        <w:right w:val="single" w:sz="8" w:space="24" w:color="D9D9D9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321BDE" w14:textId="77777777" w:rsidR="001D5B22" w:rsidRDefault="001D5B22">
      <w:pPr>
        <w:spacing w:after="0" w:line="240" w:lineRule="auto"/>
      </w:pPr>
      <w:r>
        <w:separator/>
      </w:r>
    </w:p>
  </w:endnote>
  <w:endnote w:type="continuationSeparator" w:id="0">
    <w:p w14:paraId="0FFC8D33" w14:textId="77777777" w:rsidR="001D5B22" w:rsidRDefault="001D5B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B1BEE3" w14:textId="77777777" w:rsidR="00167B26" w:rsidRDefault="00167B2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1330D8" w14:textId="77777777" w:rsidR="00B40F07" w:rsidRPr="00D3332F" w:rsidRDefault="001D5B22" w:rsidP="00B40F07">
    <w:pPr>
      <w:pStyle w:val="Footer"/>
      <w:tabs>
        <w:tab w:val="clear" w:pos="9360"/>
        <w:tab w:val="right" w:pos="9180"/>
      </w:tabs>
      <w:ind w:right="-58"/>
      <w:rPr>
        <w:rFonts w:ascii="Arial" w:hAnsi="Arial" w:cs="Arial"/>
        <w:color w:val="808080"/>
        <w:sz w:val="16"/>
        <w:szCs w:val="16"/>
        <w:lang w:val="en-US"/>
      </w:rPr>
    </w:pPr>
    <w:r>
      <w:rPr>
        <w:rFonts w:ascii="Arial" w:hAnsi="Arial" w:cs="Arial"/>
        <w:noProof/>
        <w:color w:val="808080"/>
        <w:sz w:val="16"/>
        <w:szCs w:val="16"/>
        <w:lang w:val="en-NZ" w:eastAsia="zh-CN"/>
      </w:rPr>
      <w:pict w14:anchorId="44E72CD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4" o:spid="_x0000_s3074" type="#_x0000_t75" alt="Untitled-1" style="position:absolute;margin-left:-89.85pt;margin-top:618.4pt;width:603pt;height:151.5pt;z-index:-1;visibility:visible;mso-position-horizontal-relative:margin;mso-position-vertical-relative:margin">
          <v:imagedata r:id="rId1" o:title="Untitled-1"/>
          <w10:wrap anchorx="margin" anchory="margin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CB19D4" w14:textId="77777777" w:rsidR="00167B26" w:rsidRDefault="00167B2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F7C6E8" w14:textId="77777777" w:rsidR="001D5B22" w:rsidRDefault="001D5B22">
      <w:pPr>
        <w:spacing w:after="0" w:line="240" w:lineRule="auto"/>
      </w:pPr>
      <w:r>
        <w:separator/>
      </w:r>
    </w:p>
  </w:footnote>
  <w:footnote w:type="continuationSeparator" w:id="0">
    <w:p w14:paraId="47BA003D" w14:textId="77777777" w:rsidR="001D5B22" w:rsidRDefault="001D5B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301B33" w14:textId="77777777" w:rsidR="00167B26" w:rsidRDefault="00167B2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1DF75A" w14:textId="77777777" w:rsidR="00B85C5D" w:rsidRDefault="001D5B22">
    <w:pPr>
      <w:pStyle w:val="Header"/>
    </w:pPr>
    <w:r>
      <w:rPr>
        <w:noProof/>
        <w:lang w:val="en-NZ" w:eastAsia="zh-CN"/>
      </w:rPr>
      <w:pict w14:anchorId="460EE80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3" o:spid="_x0000_s3073" type="#_x0000_t75" alt="Untitled - 6" style="position:absolute;margin-left:-203.85pt;margin-top:0;width:799.2pt;height:147pt;z-index:-2;visibility:visible;mso-position-horizontal-relative:page;mso-position-vertical-relative:page">
          <v:imagedata r:id="rId1" o:title="Untitled - 6"/>
          <w10:wrap anchorx="page" anchory="page"/>
          <w10:anchorlock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8810B4" w14:textId="7EAA3CFC" w:rsidR="00A42BF6" w:rsidRDefault="00167B26">
    <w:pPr>
      <w:pStyle w:val="Header"/>
      <w:jc w:val="right"/>
    </w:pPr>
    <w:r>
      <w:t>This document is a mail merge destination</w:t>
    </w:r>
  </w:p>
  <w:p w14:paraId="3EF59D3C" w14:textId="404F8EB5" w:rsidR="00A42BF6" w:rsidRDefault="00167B26">
    <w:pPr>
      <w:pStyle w:val="Header"/>
      <w:spacing w:after="480"/>
      <w:jc w:val="right"/>
    </w:pPr>
    <w:r>
      <w:t>The mail merge regions below correspond to columns in the Employees table from the Northwind database and will accept data from cells in the corresponding columns during a mail merge with regions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attachedTemplate r:id="rId1"/>
  <w:doNotTrackMoves/>
  <w:defaultTabStop w:val="720"/>
  <w:characterSpacingControl w:val="doNotCompress"/>
  <w:hdrShapeDefaults>
    <o:shapedefaults v:ext="edit" spidmax="3075"/>
    <o:shapelayout v:ext="edit">
      <o:idmap v:ext="edit" data="2,3"/>
    </o:shapelayout>
  </w:hdrShapeDefaults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B7D23"/>
    <w:rsid w:val="000326B8"/>
    <w:rsid w:val="00062541"/>
    <w:rsid w:val="000A10EA"/>
    <w:rsid w:val="000C437C"/>
    <w:rsid w:val="00103188"/>
    <w:rsid w:val="00155E94"/>
    <w:rsid w:val="0016261D"/>
    <w:rsid w:val="00167B26"/>
    <w:rsid w:val="00173182"/>
    <w:rsid w:val="001B425C"/>
    <w:rsid w:val="001C4A65"/>
    <w:rsid w:val="001D5B22"/>
    <w:rsid w:val="00207735"/>
    <w:rsid w:val="00272488"/>
    <w:rsid w:val="00282693"/>
    <w:rsid w:val="00284644"/>
    <w:rsid w:val="00294143"/>
    <w:rsid w:val="003878FB"/>
    <w:rsid w:val="003E12A4"/>
    <w:rsid w:val="00434C4A"/>
    <w:rsid w:val="00456B6A"/>
    <w:rsid w:val="00480664"/>
    <w:rsid w:val="00497D0E"/>
    <w:rsid w:val="004A625B"/>
    <w:rsid w:val="004E770D"/>
    <w:rsid w:val="00503CED"/>
    <w:rsid w:val="005A4620"/>
    <w:rsid w:val="005B715F"/>
    <w:rsid w:val="005E0091"/>
    <w:rsid w:val="00605946"/>
    <w:rsid w:val="006130E2"/>
    <w:rsid w:val="006357E5"/>
    <w:rsid w:val="00650C31"/>
    <w:rsid w:val="00664DB8"/>
    <w:rsid w:val="006926F1"/>
    <w:rsid w:val="006B7D23"/>
    <w:rsid w:val="00720CCC"/>
    <w:rsid w:val="00727E95"/>
    <w:rsid w:val="00745CB8"/>
    <w:rsid w:val="007B05D8"/>
    <w:rsid w:val="007D5EFC"/>
    <w:rsid w:val="007E6F8C"/>
    <w:rsid w:val="007F4DD7"/>
    <w:rsid w:val="007F68C6"/>
    <w:rsid w:val="00811007"/>
    <w:rsid w:val="008C0B6D"/>
    <w:rsid w:val="00937F59"/>
    <w:rsid w:val="00967F2C"/>
    <w:rsid w:val="00982ADD"/>
    <w:rsid w:val="009B79D2"/>
    <w:rsid w:val="00A044A8"/>
    <w:rsid w:val="00A37F02"/>
    <w:rsid w:val="00A42BF6"/>
    <w:rsid w:val="00AF67E3"/>
    <w:rsid w:val="00B40F07"/>
    <w:rsid w:val="00B6214E"/>
    <w:rsid w:val="00B85C5D"/>
    <w:rsid w:val="00BA18F5"/>
    <w:rsid w:val="00C2036F"/>
    <w:rsid w:val="00C45A2B"/>
    <w:rsid w:val="00C46F32"/>
    <w:rsid w:val="00C60DF9"/>
    <w:rsid w:val="00C9431F"/>
    <w:rsid w:val="00CA6D40"/>
    <w:rsid w:val="00CA7981"/>
    <w:rsid w:val="00CC5DC8"/>
    <w:rsid w:val="00CF79F7"/>
    <w:rsid w:val="00D3332F"/>
    <w:rsid w:val="00D97B7F"/>
    <w:rsid w:val="00DA4B84"/>
    <w:rsid w:val="00DC0251"/>
    <w:rsid w:val="00E46E93"/>
    <w:rsid w:val="00E96896"/>
    <w:rsid w:val="00F82EBD"/>
    <w:rsid w:val="00FA5CAB"/>
    <w:rsid w:val="00FE2B94"/>
    <w:rsid w:val="00FF1DA8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5"/>
    <o:shapelayout v:ext="edit">
      <o:idmap v:ext="edit" data="1"/>
    </o:shapelayout>
  </w:shapeDefaults>
  <w:decimalSymbol w:val="."/>
  <w:listSeparator w:val=","/>
  <w14:docId w14:val="5821A79C"/>
  <w15:docId w15:val="{7DF665EE-FC05-4DE3-A09A-75A2B1EE26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SimSu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62541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434C4A"/>
    <w:pPr>
      <w:tabs>
        <w:tab w:val="center" w:pos="4680"/>
        <w:tab w:val="right" w:pos="9360"/>
      </w:tabs>
      <w:spacing w:after="0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FooterChar">
    <w:name w:val="Footer Char"/>
    <w:link w:val="Footer"/>
    <w:rsid w:val="00434C4A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aspose-heading">
    <w:name w:val="aspose-heading"/>
    <w:basedOn w:val="Normal"/>
    <w:link w:val="aspose-headingChar"/>
    <w:qFormat/>
    <w:rsid w:val="00434C4A"/>
    <w:pPr>
      <w:spacing w:after="0" w:line="240" w:lineRule="auto"/>
    </w:pPr>
    <w:rPr>
      <w:rFonts w:ascii="Arial" w:eastAsia="Times New Roman" w:hAnsi="Arial" w:cs="Arial"/>
      <w:noProof/>
      <w:color w:val="FFFFFF"/>
      <w:sz w:val="36"/>
      <w:szCs w:val="40"/>
    </w:rPr>
  </w:style>
  <w:style w:type="character" w:customStyle="1" w:styleId="aspose-headingChar">
    <w:name w:val="aspose-heading Char"/>
    <w:link w:val="aspose-heading"/>
    <w:rsid w:val="00434C4A"/>
    <w:rPr>
      <w:rFonts w:ascii="Arial" w:eastAsia="Times New Roman" w:hAnsi="Arial" w:cs="Arial"/>
      <w:noProof/>
      <w:color w:val="FFFFFF"/>
      <w:sz w:val="36"/>
      <w:szCs w:val="4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B7D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B7D23"/>
    <w:rPr>
      <w:rFonts w:ascii="Tahoma" w:hAnsi="Tahoma" w:cs="Tahoma"/>
      <w:sz w:val="16"/>
      <w:szCs w:val="16"/>
    </w:rPr>
  </w:style>
  <w:style w:type="paragraph" w:customStyle="1" w:styleId="aspose-heading2">
    <w:name w:val="aspose-heading2"/>
    <w:basedOn w:val="aspose-heading"/>
    <w:rsid w:val="000A10EA"/>
    <w:pPr>
      <w:jc w:val="center"/>
    </w:pPr>
    <w:rPr>
      <w:sz w:val="48"/>
      <w:vertAlign w:val="subscript"/>
    </w:rPr>
  </w:style>
  <w:style w:type="table" w:styleId="TableGrid">
    <w:name w:val="Table Grid"/>
    <w:basedOn w:val="TableNormal"/>
    <w:uiPriority w:val="59"/>
    <w:rsid w:val="00C9431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LightShading-Accent11">
    <w:name w:val="Light Shading - Accent 11"/>
    <w:basedOn w:val="TableNormal"/>
    <w:uiPriority w:val="60"/>
    <w:rsid w:val="00C9431F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paragraph" w:customStyle="1" w:styleId="Aspose-Heading-Center">
    <w:name w:val="Aspose-Heading-Center"/>
    <w:basedOn w:val="Normal"/>
    <w:link w:val="Aspose-Heading-CenterChar"/>
    <w:qFormat/>
    <w:rsid w:val="00937F59"/>
    <w:pPr>
      <w:spacing w:before="80" w:after="80"/>
      <w:jc w:val="center"/>
    </w:pPr>
    <w:rPr>
      <w:rFonts w:ascii="Arial" w:hAnsi="Arial" w:cs="Arial"/>
      <w:color w:val="FFFFFF"/>
      <w:sz w:val="28"/>
      <w:szCs w:val="28"/>
    </w:rPr>
  </w:style>
  <w:style w:type="table" w:customStyle="1" w:styleId="Aspose-Table1">
    <w:name w:val="Aspose-Table1"/>
    <w:basedOn w:val="TableNormal"/>
    <w:uiPriority w:val="99"/>
    <w:qFormat/>
    <w:rsid w:val="001C4A65"/>
    <w:tblPr/>
  </w:style>
  <w:style w:type="character" w:customStyle="1" w:styleId="Aspose-Heading-CenterChar">
    <w:name w:val="Aspose-Heading-Center Char"/>
    <w:link w:val="Aspose-Heading-Center"/>
    <w:rsid w:val="00937F59"/>
    <w:rPr>
      <w:rFonts w:ascii="Arial" w:hAnsi="Arial" w:cs="Arial"/>
      <w:color w:val="FFFFFF"/>
      <w:sz w:val="28"/>
      <w:szCs w:val="28"/>
    </w:rPr>
  </w:style>
  <w:style w:type="table" w:customStyle="1" w:styleId="LightList-Accent11">
    <w:name w:val="Light List - Accent 11"/>
    <w:basedOn w:val="TableNormal"/>
    <w:uiPriority w:val="61"/>
    <w:rsid w:val="00DC0251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styleId="Header">
    <w:name w:val="header"/>
    <w:basedOn w:val="Normal"/>
    <w:link w:val="HeaderChar"/>
    <w:uiPriority w:val="99"/>
    <w:unhideWhenUsed/>
    <w:rsid w:val="00B85C5D"/>
    <w:pPr>
      <w:tabs>
        <w:tab w:val="center" w:pos="4513"/>
        <w:tab w:val="right" w:pos="9026"/>
      </w:tabs>
    </w:pPr>
    <w:rPr>
      <w:rFonts w:ascii="Arial" w:eastAsia="Arial" w:hAnsi="Arial" w:cs="Arial"/>
    </w:rPr>
  </w:style>
  <w:style w:type="character" w:customStyle="1" w:styleId="HeaderChar">
    <w:name w:val="Header Char"/>
    <w:link w:val="Header"/>
    <w:uiPriority w:val="99"/>
    <w:rsid w:val="00B85C5D"/>
    <w:rPr>
      <w:sz w:val="22"/>
      <w:szCs w:val="22"/>
      <w:lang w:val="en-US" w:eastAsia="en-US"/>
    </w:rPr>
  </w:style>
  <w:style w:type="paragraph" w:customStyle="1" w:styleId="Normal2">
    <w:name w:val="Normal2"/>
    <w:basedOn w:val="Normal"/>
    <w:link w:val="Normal2Char"/>
    <w:qFormat/>
    <w:rsid w:val="00C2036F"/>
    <w:pPr>
      <w:spacing w:after="0" w:line="240" w:lineRule="auto"/>
    </w:pPr>
    <w:rPr>
      <w:rFonts w:ascii="Arial" w:eastAsia="Times New Roman" w:hAnsi="Arial" w:cs="Arial"/>
      <w:noProof/>
      <w:color w:val="000080"/>
      <w:lang w:eastAsia="ru-RU"/>
    </w:rPr>
  </w:style>
  <w:style w:type="character" w:customStyle="1" w:styleId="Normal2Char">
    <w:name w:val="Normal2 Char"/>
    <w:link w:val="Normal2"/>
    <w:rsid w:val="00C2036F"/>
    <w:rPr>
      <w:rFonts w:ascii="Arial" w:eastAsia="Times New Roman" w:hAnsi="Arial" w:cs="Arial"/>
      <w:noProof/>
      <w:color w:val="000080"/>
      <w:sz w:val="22"/>
      <w:szCs w:val="22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Projects\ASPOSE\Demo%20Work\.NET%20Components\Aspose.Words\C%23\General\Tempalte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039C53DD-0577-407A-ACB7-810A7FA69B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Tempalte1.dotx</Template>
  <TotalTime>15</TotalTime>
  <Pages>1</Pages>
  <Words>99</Words>
  <Characters>569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Aspose</Company>
  <LinksUpToDate>false</LinksUpToDate>
  <CharactersWithSpaces>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Aspose</dc:creator>
  <cp:lastModifiedBy>R PC</cp:lastModifiedBy>
  <cp:revision>52</cp:revision>
  <dcterms:created xsi:type="dcterms:W3CDTF">2010-06-17T23:06:00Z</dcterms:created>
  <dcterms:modified xsi:type="dcterms:W3CDTF">2020-05-09T07:18:00Z</dcterms:modified>
</cp:coreProperties>
</file>